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5E1" w:rsidRDefault="002A75E1" w:rsidP="00CC46ED">
      <w:pPr>
        <w:shd w:val="clear" w:color="auto" w:fill="FFFFFF"/>
        <w:spacing w:before="75" w:after="150" w:line="240" w:lineRule="auto"/>
        <w:jc w:val="center"/>
        <w:outlineLvl w:val="0"/>
        <w:rPr>
          <w:rFonts w:ascii="Times New Roman" w:hAnsi="Times New Roman"/>
          <w:kern w:val="36"/>
          <w:sz w:val="24"/>
          <w:szCs w:val="24"/>
          <w:lang w:val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54pt;margin-top:-99pt;width:594.2pt;height:840.6pt;z-index:251658240">
            <v:imagedata r:id="rId4" o:title=""/>
          </v:shape>
        </w:pict>
      </w:r>
    </w:p>
    <w:p w:rsidR="002A75E1" w:rsidRDefault="002A75E1" w:rsidP="00CC46ED">
      <w:pPr>
        <w:shd w:val="clear" w:color="auto" w:fill="FFFFFF"/>
        <w:spacing w:before="75" w:after="150" w:line="240" w:lineRule="auto"/>
        <w:jc w:val="center"/>
        <w:outlineLvl w:val="0"/>
        <w:rPr>
          <w:rFonts w:ascii="Times New Roman" w:hAnsi="Times New Roman"/>
          <w:kern w:val="36"/>
          <w:sz w:val="24"/>
          <w:szCs w:val="24"/>
          <w:lang w:val="ru-RU"/>
        </w:rPr>
      </w:pPr>
    </w:p>
    <w:p w:rsidR="002A75E1" w:rsidRDefault="002A75E1" w:rsidP="00CC46ED">
      <w:pPr>
        <w:shd w:val="clear" w:color="auto" w:fill="FFFFFF"/>
        <w:spacing w:before="75" w:after="150" w:line="240" w:lineRule="auto"/>
        <w:jc w:val="center"/>
        <w:outlineLvl w:val="0"/>
        <w:rPr>
          <w:rFonts w:ascii="Times New Roman" w:hAnsi="Times New Roman"/>
          <w:kern w:val="36"/>
          <w:sz w:val="24"/>
          <w:szCs w:val="24"/>
          <w:lang w:val="ru-RU"/>
        </w:rPr>
      </w:pPr>
    </w:p>
    <w:p w:rsidR="002A75E1" w:rsidRPr="00F03D9A" w:rsidRDefault="002A75E1" w:rsidP="00CC46ED">
      <w:pPr>
        <w:shd w:val="clear" w:color="auto" w:fill="FFFFFF"/>
        <w:spacing w:before="75" w:after="150" w:line="240" w:lineRule="auto"/>
        <w:jc w:val="center"/>
        <w:outlineLvl w:val="0"/>
        <w:rPr>
          <w:rFonts w:ascii="Times New Roman" w:hAnsi="Times New Roman"/>
          <w:b/>
          <w:kern w:val="36"/>
          <w:sz w:val="36"/>
          <w:szCs w:val="36"/>
          <w:lang w:val="ru-RU"/>
        </w:rPr>
      </w:pPr>
      <w:r w:rsidRPr="00F03D9A">
        <w:rPr>
          <w:rFonts w:ascii="Times New Roman" w:hAnsi="Times New Roman"/>
          <w:b/>
          <w:kern w:val="36"/>
          <w:sz w:val="36"/>
          <w:szCs w:val="36"/>
          <w:lang w:val="ru-RU"/>
        </w:rPr>
        <w:t xml:space="preserve">Программа по формированию культуры здорового питания </w:t>
      </w:r>
    </w:p>
    <w:p w:rsidR="002A75E1" w:rsidRDefault="002A75E1" w:rsidP="00F03D9A">
      <w:pPr>
        <w:shd w:val="clear" w:color="auto" w:fill="FFFFFF"/>
        <w:spacing w:before="75" w:after="150" w:line="240" w:lineRule="auto"/>
        <w:jc w:val="center"/>
        <w:outlineLvl w:val="0"/>
        <w:rPr>
          <w:rFonts w:ascii="Times New Roman" w:hAnsi="Times New Roman"/>
          <w:kern w:val="36"/>
          <w:sz w:val="28"/>
          <w:szCs w:val="28"/>
          <w:lang w:val="ru-RU"/>
        </w:rPr>
      </w:pPr>
    </w:p>
    <w:p w:rsidR="002A75E1" w:rsidRPr="00F03D9A" w:rsidRDefault="002A75E1" w:rsidP="00F03D9A">
      <w:pPr>
        <w:shd w:val="clear" w:color="auto" w:fill="FFFFFF"/>
        <w:spacing w:before="75" w:after="150" w:line="240" w:lineRule="auto"/>
        <w:jc w:val="center"/>
        <w:outlineLvl w:val="0"/>
        <w:rPr>
          <w:rFonts w:ascii="Times New Roman" w:hAnsi="Times New Roman"/>
          <w:kern w:val="36"/>
          <w:sz w:val="28"/>
          <w:szCs w:val="28"/>
          <w:lang w:val="ru-RU"/>
        </w:rPr>
      </w:pPr>
      <w:r w:rsidRPr="00F03D9A">
        <w:rPr>
          <w:rFonts w:ascii="Times New Roman" w:hAnsi="Times New Roman"/>
          <w:kern w:val="36"/>
          <w:sz w:val="28"/>
          <w:szCs w:val="28"/>
          <w:lang w:val="ru-RU"/>
        </w:rPr>
        <w:t>в МБОУ</w:t>
      </w:r>
      <w:r w:rsidRPr="00F03D9A">
        <w:rPr>
          <w:rFonts w:ascii="Times New Roman" w:hAnsi="Times New Roman"/>
          <w:kern w:val="36"/>
          <w:sz w:val="28"/>
          <w:szCs w:val="28"/>
        </w:rPr>
        <w:t> </w:t>
      </w:r>
      <w:r w:rsidRPr="00F03D9A">
        <w:rPr>
          <w:rFonts w:ascii="Times New Roman" w:hAnsi="Times New Roman"/>
          <w:kern w:val="36"/>
          <w:sz w:val="28"/>
          <w:szCs w:val="28"/>
          <w:lang w:val="ru-RU"/>
        </w:rPr>
        <w:t xml:space="preserve">«Тимошинская оош» Бабаевского района Вологодской области </w:t>
      </w:r>
    </w:p>
    <w:p w:rsidR="002A75E1" w:rsidRPr="00F03D9A" w:rsidRDefault="002A75E1" w:rsidP="00CC46ED">
      <w:pPr>
        <w:shd w:val="clear" w:color="auto" w:fill="FFFFFF"/>
        <w:spacing w:before="75" w:after="150" w:line="240" w:lineRule="auto"/>
        <w:jc w:val="center"/>
        <w:outlineLvl w:val="0"/>
        <w:rPr>
          <w:rFonts w:ascii="Times New Roman" w:hAnsi="Times New Roman"/>
          <w:kern w:val="36"/>
          <w:sz w:val="28"/>
          <w:szCs w:val="28"/>
          <w:lang w:val="ru-RU"/>
        </w:rPr>
      </w:pPr>
      <w:r w:rsidRPr="00F03D9A">
        <w:rPr>
          <w:rFonts w:ascii="Times New Roman" w:hAnsi="Times New Roman"/>
          <w:kern w:val="36"/>
          <w:sz w:val="28"/>
          <w:szCs w:val="28"/>
        </w:rPr>
        <w:t> </w:t>
      </w:r>
      <w:r w:rsidRPr="00F03D9A">
        <w:rPr>
          <w:rFonts w:ascii="Times New Roman" w:hAnsi="Times New Roman"/>
          <w:kern w:val="36"/>
          <w:sz w:val="28"/>
          <w:szCs w:val="28"/>
          <w:lang w:val="ru-RU"/>
        </w:rPr>
        <w:t>на 2020- 2021 гг.</w:t>
      </w:r>
    </w:p>
    <w:p w:rsidR="002A75E1" w:rsidRDefault="002A75E1" w:rsidP="00CC46ED">
      <w:pPr>
        <w:shd w:val="clear" w:color="auto" w:fill="FFFFFF"/>
        <w:spacing w:before="75" w:after="150" w:line="240" w:lineRule="auto"/>
        <w:jc w:val="center"/>
        <w:outlineLvl w:val="0"/>
        <w:rPr>
          <w:rFonts w:ascii="Times New Roman" w:hAnsi="Times New Roman"/>
          <w:kern w:val="36"/>
          <w:sz w:val="24"/>
          <w:szCs w:val="24"/>
          <w:lang w:val="ru-RU"/>
        </w:rPr>
      </w:pPr>
    </w:p>
    <w:p w:rsidR="002A75E1" w:rsidRDefault="002A75E1" w:rsidP="00CC46ED">
      <w:pPr>
        <w:shd w:val="clear" w:color="auto" w:fill="FFFFFF"/>
        <w:spacing w:before="75" w:after="150" w:line="240" w:lineRule="auto"/>
        <w:jc w:val="center"/>
        <w:outlineLvl w:val="0"/>
        <w:rPr>
          <w:rFonts w:ascii="Times New Roman" w:hAnsi="Times New Roman"/>
          <w:kern w:val="36"/>
          <w:sz w:val="24"/>
          <w:szCs w:val="24"/>
          <w:lang w:val="ru-RU"/>
        </w:rPr>
      </w:pPr>
    </w:p>
    <w:p w:rsidR="002A75E1" w:rsidRDefault="002A75E1" w:rsidP="00CC46ED">
      <w:pPr>
        <w:shd w:val="clear" w:color="auto" w:fill="FFFFFF"/>
        <w:spacing w:before="75" w:after="150" w:line="240" w:lineRule="auto"/>
        <w:jc w:val="center"/>
        <w:outlineLvl w:val="0"/>
        <w:rPr>
          <w:rFonts w:ascii="Times New Roman" w:hAnsi="Times New Roman"/>
          <w:kern w:val="36"/>
          <w:sz w:val="24"/>
          <w:szCs w:val="24"/>
          <w:lang w:val="ru-RU"/>
        </w:rPr>
      </w:pPr>
    </w:p>
    <w:p w:rsidR="002A75E1" w:rsidRDefault="002A75E1" w:rsidP="00CC46ED">
      <w:pPr>
        <w:shd w:val="clear" w:color="auto" w:fill="FFFFFF"/>
        <w:spacing w:before="75" w:after="150" w:line="240" w:lineRule="auto"/>
        <w:jc w:val="center"/>
        <w:outlineLvl w:val="0"/>
        <w:rPr>
          <w:rFonts w:ascii="Times New Roman" w:hAnsi="Times New Roman"/>
          <w:kern w:val="36"/>
          <w:sz w:val="24"/>
          <w:szCs w:val="24"/>
          <w:lang w:val="ru-RU"/>
        </w:rPr>
      </w:pPr>
    </w:p>
    <w:p w:rsidR="002A75E1" w:rsidRDefault="002A75E1" w:rsidP="00CC46ED">
      <w:pPr>
        <w:shd w:val="clear" w:color="auto" w:fill="FFFFFF"/>
        <w:spacing w:before="75" w:after="150" w:line="240" w:lineRule="auto"/>
        <w:jc w:val="center"/>
        <w:outlineLvl w:val="0"/>
        <w:rPr>
          <w:rFonts w:ascii="Times New Roman" w:hAnsi="Times New Roman"/>
          <w:kern w:val="36"/>
          <w:sz w:val="24"/>
          <w:szCs w:val="24"/>
          <w:lang w:val="ru-RU"/>
        </w:rPr>
      </w:pPr>
    </w:p>
    <w:p w:rsidR="002A75E1" w:rsidRDefault="002A75E1" w:rsidP="00CC46ED">
      <w:pPr>
        <w:shd w:val="clear" w:color="auto" w:fill="FFFFFF"/>
        <w:spacing w:before="75" w:after="150" w:line="240" w:lineRule="auto"/>
        <w:jc w:val="center"/>
        <w:outlineLvl w:val="0"/>
        <w:rPr>
          <w:rFonts w:ascii="Times New Roman" w:hAnsi="Times New Roman"/>
          <w:kern w:val="36"/>
          <w:sz w:val="24"/>
          <w:szCs w:val="24"/>
          <w:lang w:val="ru-RU"/>
        </w:rPr>
      </w:pPr>
    </w:p>
    <w:p w:rsidR="002A75E1" w:rsidRDefault="002A75E1" w:rsidP="00CC46ED">
      <w:pPr>
        <w:shd w:val="clear" w:color="auto" w:fill="FFFFFF"/>
        <w:spacing w:before="75" w:after="150" w:line="240" w:lineRule="auto"/>
        <w:jc w:val="center"/>
        <w:outlineLvl w:val="0"/>
        <w:rPr>
          <w:rFonts w:ascii="Times New Roman" w:hAnsi="Times New Roman"/>
          <w:kern w:val="36"/>
          <w:sz w:val="24"/>
          <w:szCs w:val="24"/>
          <w:lang w:val="ru-RU"/>
        </w:rPr>
      </w:pPr>
    </w:p>
    <w:p w:rsidR="002A75E1" w:rsidRDefault="002A75E1" w:rsidP="00CC46ED">
      <w:pPr>
        <w:shd w:val="clear" w:color="auto" w:fill="FFFFFF"/>
        <w:spacing w:before="75" w:after="150" w:line="240" w:lineRule="auto"/>
        <w:jc w:val="center"/>
        <w:outlineLvl w:val="0"/>
        <w:rPr>
          <w:rFonts w:ascii="Times New Roman" w:hAnsi="Times New Roman"/>
          <w:kern w:val="36"/>
          <w:sz w:val="24"/>
          <w:szCs w:val="24"/>
          <w:lang w:val="ru-RU"/>
        </w:rPr>
      </w:pPr>
    </w:p>
    <w:p w:rsidR="002A75E1" w:rsidRDefault="002A75E1" w:rsidP="00CC46ED">
      <w:pPr>
        <w:shd w:val="clear" w:color="auto" w:fill="FFFFFF"/>
        <w:spacing w:before="75" w:after="150" w:line="240" w:lineRule="auto"/>
        <w:jc w:val="center"/>
        <w:outlineLvl w:val="0"/>
        <w:rPr>
          <w:rFonts w:ascii="Times New Roman" w:hAnsi="Times New Roman"/>
          <w:kern w:val="36"/>
          <w:sz w:val="24"/>
          <w:szCs w:val="24"/>
          <w:lang w:val="ru-RU"/>
        </w:rPr>
      </w:pPr>
    </w:p>
    <w:p w:rsidR="002A75E1" w:rsidRDefault="002A75E1" w:rsidP="00CC46ED">
      <w:pPr>
        <w:shd w:val="clear" w:color="auto" w:fill="FFFFFF"/>
        <w:spacing w:before="75" w:after="150" w:line="240" w:lineRule="auto"/>
        <w:jc w:val="center"/>
        <w:outlineLvl w:val="0"/>
        <w:rPr>
          <w:rFonts w:ascii="Times New Roman" w:hAnsi="Times New Roman"/>
          <w:kern w:val="36"/>
          <w:sz w:val="24"/>
          <w:szCs w:val="24"/>
          <w:lang w:val="ru-RU"/>
        </w:rPr>
      </w:pPr>
    </w:p>
    <w:p w:rsidR="002A75E1" w:rsidRDefault="002A75E1" w:rsidP="00CC46ED">
      <w:pPr>
        <w:shd w:val="clear" w:color="auto" w:fill="FFFFFF"/>
        <w:spacing w:before="75" w:after="150" w:line="240" w:lineRule="auto"/>
        <w:jc w:val="center"/>
        <w:outlineLvl w:val="0"/>
        <w:rPr>
          <w:rFonts w:ascii="Times New Roman" w:hAnsi="Times New Roman"/>
          <w:kern w:val="36"/>
          <w:sz w:val="24"/>
          <w:szCs w:val="24"/>
          <w:lang w:val="ru-RU"/>
        </w:rPr>
      </w:pPr>
    </w:p>
    <w:p w:rsidR="002A75E1" w:rsidRDefault="002A75E1" w:rsidP="00CC46ED">
      <w:pPr>
        <w:shd w:val="clear" w:color="auto" w:fill="FFFFFF"/>
        <w:spacing w:before="75" w:after="150" w:line="240" w:lineRule="auto"/>
        <w:jc w:val="center"/>
        <w:outlineLvl w:val="0"/>
        <w:rPr>
          <w:rFonts w:ascii="Times New Roman" w:hAnsi="Times New Roman"/>
          <w:kern w:val="36"/>
          <w:sz w:val="24"/>
          <w:szCs w:val="24"/>
          <w:lang w:val="ru-RU"/>
        </w:rPr>
      </w:pPr>
    </w:p>
    <w:p w:rsidR="002A75E1" w:rsidRDefault="002A75E1" w:rsidP="00CC46ED">
      <w:pPr>
        <w:shd w:val="clear" w:color="auto" w:fill="FFFFFF"/>
        <w:spacing w:before="75" w:after="150" w:line="240" w:lineRule="auto"/>
        <w:jc w:val="center"/>
        <w:outlineLvl w:val="0"/>
        <w:rPr>
          <w:rFonts w:ascii="Times New Roman" w:hAnsi="Times New Roman"/>
          <w:kern w:val="36"/>
          <w:sz w:val="24"/>
          <w:szCs w:val="24"/>
          <w:lang w:val="ru-RU"/>
        </w:rPr>
      </w:pPr>
    </w:p>
    <w:p w:rsidR="002A75E1" w:rsidRDefault="002A75E1" w:rsidP="00CC46ED">
      <w:pPr>
        <w:shd w:val="clear" w:color="auto" w:fill="FFFFFF"/>
        <w:spacing w:before="75" w:after="150" w:line="240" w:lineRule="auto"/>
        <w:jc w:val="center"/>
        <w:outlineLvl w:val="0"/>
        <w:rPr>
          <w:rFonts w:ascii="Times New Roman" w:hAnsi="Times New Roman"/>
          <w:kern w:val="36"/>
          <w:sz w:val="24"/>
          <w:szCs w:val="24"/>
          <w:lang w:val="ru-RU"/>
        </w:rPr>
      </w:pPr>
    </w:p>
    <w:p w:rsidR="002A75E1" w:rsidRPr="00B75D8A" w:rsidRDefault="002A75E1" w:rsidP="00F03D9A">
      <w:pPr>
        <w:shd w:val="clear" w:color="auto" w:fill="FFFFFF"/>
        <w:spacing w:before="75" w:after="150" w:line="240" w:lineRule="auto"/>
        <w:outlineLvl w:val="0"/>
        <w:rPr>
          <w:rFonts w:ascii="Times New Roman" w:hAnsi="Times New Roman"/>
          <w:kern w:val="36"/>
          <w:sz w:val="24"/>
          <w:szCs w:val="24"/>
          <w:lang w:val="ru-RU"/>
        </w:rPr>
      </w:pPr>
    </w:p>
    <w:p w:rsidR="002A75E1" w:rsidRDefault="002A75E1" w:rsidP="00CC46ED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2020</w:t>
      </w:r>
    </w:p>
    <w:p w:rsidR="002A75E1" w:rsidRPr="00B75D8A" w:rsidRDefault="002A75E1" w:rsidP="00CC46ED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2A75E1" w:rsidRDefault="002A75E1" w:rsidP="00B75D8A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2A75E1" w:rsidRDefault="002A75E1" w:rsidP="00B75D8A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2A75E1" w:rsidRDefault="002A75E1" w:rsidP="00B75D8A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2A75E1" w:rsidRDefault="002A75E1" w:rsidP="00B75D8A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2A75E1" w:rsidRDefault="002A75E1" w:rsidP="00B75D8A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2A75E1" w:rsidRDefault="002A75E1" w:rsidP="00B75D8A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2A75E1" w:rsidRDefault="002A75E1" w:rsidP="00B75D8A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2A75E1" w:rsidRDefault="002A75E1" w:rsidP="00B75D8A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2A75E1" w:rsidRDefault="002A75E1" w:rsidP="00B75D8A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2A75E1" w:rsidRDefault="002A75E1" w:rsidP="00B75D8A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2A75E1" w:rsidRPr="00B75D8A" w:rsidRDefault="002A75E1" w:rsidP="00B75D8A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</w:rPr>
        <w:t> </w:t>
      </w:r>
    </w:p>
    <w:p w:rsidR="002A75E1" w:rsidRPr="00B75D8A" w:rsidRDefault="002A75E1" w:rsidP="00B75D8A">
      <w:pPr>
        <w:shd w:val="clear" w:color="auto" w:fill="FFFFFF"/>
        <w:spacing w:before="75" w:after="150" w:line="240" w:lineRule="auto"/>
        <w:outlineLvl w:val="2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</w:rPr>
        <w:t>I</w:t>
      </w:r>
      <w:r w:rsidRPr="00B75D8A">
        <w:rPr>
          <w:rFonts w:ascii="Times New Roman" w:hAnsi="Times New Roman"/>
          <w:sz w:val="24"/>
          <w:szCs w:val="24"/>
          <w:lang w:val="ru-RU"/>
        </w:rPr>
        <w:t>.Обоснование актуальности программы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Необходимость серьезно заниматься формированием культуры здоровья в системе общего образования обусловлена рядом объективных причин: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фундамент здоровья человека закладывается в детском возрасте, а, следовательно, здоровые интересы и привычки, ценностное отношение к здоровью целесообразно начать развивать именно в этот период;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в этом же возрасте закладываются и основы здорового образа жизни, как система норм и правил, усваиваемых ребенком в специально проецируемой деятельности;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школьный период в развитии наиболее интенсивен в формировании ключевых знаний об особенностях развития человеческого организма, о факторах и способах сохранения и развития здоровья.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Вопросы организации школьного питания в последние годы вызывают повышенный интерес. Их решению посвящена программа «Школьное питание». Основу предполагаемых подходов составляет внедрение новых схем питания школьников и использование современного высококачественного оборудования, позволяющего при минимальных затратах обеспечить питание школьников на уровне требований сегодняшнего дня. Поэтому администрация учебного заведения сегодня уделяет большое внимание вопросам жизни и здоровья детей и подростков. Особенно сейчас остро встал вопрос об организации правильного школьного питания. Питание должно быть сбалансированным, в течение дня ребенок должен получать необходимый для этого минимум пищевых и минеральных веществ. Если учесть, что большую часть времени дети проводят в школе, то и полноценно питаться они должны здесь же.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Сейчас особенно остро встал вопрос об организации правильного школьного питания. Питание должно быть сбалансированным. Чтобы полноценно развиваться, в течение дня ребенок должен получать необходимый минимум пищевых и минеральных веществ.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Рациональное питание обучающихся - одно из условий создания здоровьесберегающей среды в школе, снижения отрицательных эффектов и последствий функционирования системы образования. Недостаточное поступление питательных веществ в детском возрасте отрицательно сказывается на показателях физического развития, заболеваемости, успеваемости, способствует проявлению обменных нарушений и хронической патологии.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В Законе Российской Федерации "Об образовании" сохранена обязанность образовательного учреждения организовывать питание обучающихся, выделять помещение для питания детей, предусматривать перерыв достаточной продолжительности (статья 51).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Для решения этой задачи была разработана Комплексно-целевая программа школы, которая предполагает, что правильно организованное питание поможет сохранять здоровье школьников.</w:t>
      </w:r>
    </w:p>
    <w:p w:rsidR="002A75E1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Значительное число современных проблем в системе общего образования связано с негативной динамикой здоровья детей и подростков. Особую тревогу вызывает сам характер нарушений, которые часто являются следствием перенапряжения детского организма в процессе адаптации к качеству образовательной среды. Такие нарушения получили название «школьной патологии». Специалисты отмечают, что «школьные патологии» проявляются в развитии опорно-двигательной, пищеварительной, сердечно – сосудистой систем, росте нервно – психических заболеваний, болезней органов дыхания, зрения. Совершенствование системы школьного питания возможно только при условии комплексного решения в этой сфере, учитывающее здоровьесберегающие, медицинские, воспитательные, правовые, социальные, финансовые, технологические аспекты.</w:t>
      </w:r>
    </w:p>
    <w:p w:rsidR="002A75E1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2A75E1" w:rsidRPr="00B75D8A" w:rsidRDefault="002A75E1" w:rsidP="00B75D8A">
      <w:pPr>
        <w:shd w:val="clear" w:color="auto" w:fill="FFFFFF"/>
        <w:spacing w:before="75" w:after="150" w:line="240" w:lineRule="auto"/>
        <w:outlineLvl w:val="2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</w:rPr>
        <w:t>II</w:t>
      </w:r>
      <w:r w:rsidRPr="00B75D8A">
        <w:rPr>
          <w:rFonts w:ascii="Times New Roman" w:hAnsi="Times New Roman"/>
          <w:sz w:val="24"/>
          <w:szCs w:val="24"/>
          <w:lang w:val="ru-RU"/>
        </w:rPr>
        <w:t>. Цели, задачи и сроки реализации Программы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Цель: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1. Обеспечение качественным питанием обучающихся в школе.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Задачи: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1. Обеспечение обучающихся качественным, сбалансированным питанием.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2. Разработка и внедрение новых форм организации горячего питания.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3. Внедрение современных методов мониторинга состояния питания.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4. Укрепление и обновление материально-технического оборудования столовой.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5. Обеспечение бесплатным и льготным питанием категорий учащихся, установленных Управлением адресной социальной помощи.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6. Обеспечение санитарно-гигиенической безопасности питания.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7. Формирование культуры питания и навыков самообслуживания.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8. Пропаганда здорового питания (проведение конкурсов, лекториев, праздников).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9. Формирование у детей и родителей (законных представителей) потребности правильного питания как неотъемлемой части сохранения и укрепления здоровья.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Срок реализации Программы: 2020 -2021 годы.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Программа затрагивает всех участников образовательного процесса (</w:t>
      </w:r>
      <w:r>
        <w:rPr>
          <w:rFonts w:ascii="Times New Roman" w:hAnsi="Times New Roman"/>
          <w:sz w:val="24"/>
          <w:szCs w:val="24"/>
          <w:lang w:val="ru-RU"/>
        </w:rPr>
        <w:t>учащихся с 1-9</w:t>
      </w:r>
      <w:r w:rsidRPr="00B75D8A">
        <w:rPr>
          <w:rFonts w:ascii="Times New Roman" w:hAnsi="Times New Roman"/>
          <w:sz w:val="24"/>
          <w:szCs w:val="24"/>
          <w:lang w:val="ru-RU"/>
        </w:rPr>
        <w:t xml:space="preserve"> классы, родителей, педагогов) и будет реализовываться как в области образовательной (уроки, курсы), так и воспитательной деятельности, в том числе и в летнем пришкольном оздоровительном лагере.</w:t>
      </w:r>
    </w:p>
    <w:p w:rsidR="002A75E1" w:rsidRDefault="002A75E1" w:rsidP="00B75D8A">
      <w:pPr>
        <w:shd w:val="clear" w:color="auto" w:fill="FFFFFF"/>
        <w:spacing w:before="75" w:after="150" w:line="240" w:lineRule="auto"/>
        <w:outlineLvl w:val="2"/>
        <w:rPr>
          <w:rFonts w:ascii="Times New Roman" w:hAnsi="Times New Roman"/>
          <w:sz w:val="24"/>
          <w:szCs w:val="24"/>
          <w:lang w:val="ru-RU"/>
        </w:rPr>
      </w:pPr>
    </w:p>
    <w:p w:rsidR="002A75E1" w:rsidRDefault="002A75E1" w:rsidP="00B75D8A">
      <w:pPr>
        <w:shd w:val="clear" w:color="auto" w:fill="FFFFFF"/>
        <w:spacing w:before="75" w:after="150" w:line="240" w:lineRule="auto"/>
        <w:outlineLvl w:val="2"/>
        <w:rPr>
          <w:rFonts w:ascii="Times New Roman" w:hAnsi="Times New Roman"/>
          <w:sz w:val="24"/>
          <w:szCs w:val="24"/>
          <w:lang w:val="ru-RU"/>
        </w:rPr>
      </w:pPr>
    </w:p>
    <w:p w:rsidR="002A75E1" w:rsidRDefault="002A75E1" w:rsidP="00B75D8A">
      <w:pPr>
        <w:shd w:val="clear" w:color="auto" w:fill="FFFFFF"/>
        <w:spacing w:before="75" w:after="150" w:line="240" w:lineRule="auto"/>
        <w:outlineLvl w:val="2"/>
        <w:rPr>
          <w:rFonts w:ascii="Times New Roman" w:hAnsi="Times New Roman"/>
          <w:sz w:val="24"/>
          <w:szCs w:val="24"/>
          <w:lang w:val="ru-RU"/>
        </w:rPr>
      </w:pPr>
    </w:p>
    <w:p w:rsidR="002A75E1" w:rsidRDefault="002A75E1" w:rsidP="00B75D8A">
      <w:pPr>
        <w:shd w:val="clear" w:color="auto" w:fill="FFFFFF"/>
        <w:spacing w:before="75" w:after="150" w:line="240" w:lineRule="auto"/>
        <w:outlineLvl w:val="2"/>
        <w:rPr>
          <w:rFonts w:ascii="Times New Roman" w:hAnsi="Times New Roman"/>
          <w:sz w:val="24"/>
          <w:szCs w:val="24"/>
          <w:lang w:val="ru-RU"/>
        </w:rPr>
      </w:pPr>
    </w:p>
    <w:p w:rsidR="002A75E1" w:rsidRDefault="002A75E1" w:rsidP="00B75D8A">
      <w:pPr>
        <w:shd w:val="clear" w:color="auto" w:fill="FFFFFF"/>
        <w:spacing w:before="75" w:after="150" w:line="240" w:lineRule="auto"/>
        <w:outlineLvl w:val="2"/>
        <w:rPr>
          <w:rFonts w:ascii="Times New Roman" w:hAnsi="Times New Roman"/>
          <w:sz w:val="24"/>
          <w:szCs w:val="24"/>
          <w:lang w:val="ru-RU"/>
        </w:rPr>
      </w:pPr>
    </w:p>
    <w:p w:rsidR="002A75E1" w:rsidRDefault="002A75E1" w:rsidP="00B75D8A">
      <w:pPr>
        <w:shd w:val="clear" w:color="auto" w:fill="FFFFFF"/>
        <w:spacing w:before="75" w:after="150" w:line="240" w:lineRule="auto"/>
        <w:outlineLvl w:val="2"/>
        <w:rPr>
          <w:rFonts w:ascii="Times New Roman" w:hAnsi="Times New Roman"/>
          <w:sz w:val="24"/>
          <w:szCs w:val="24"/>
          <w:lang w:val="ru-RU"/>
        </w:rPr>
      </w:pPr>
    </w:p>
    <w:p w:rsidR="002A75E1" w:rsidRDefault="002A75E1" w:rsidP="00B75D8A">
      <w:pPr>
        <w:shd w:val="clear" w:color="auto" w:fill="FFFFFF"/>
        <w:spacing w:before="75" w:after="150" w:line="240" w:lineRule="auto"/>
        <w:outlineLvl w:val="2"/>
        <w:rPr>
          <w:rFonts w:ascii="Times New Roman" w:hAnsi="Times New Roman"/>
          <w:sz w:val="24"/>
          <w:szCs w:val="24"/>
          <w:lang w:val="ru-RU"/>
        </w:rPr>
      </w:pPr>
    </w:p>
    <w:p w:rsidR="002A75E1" w:rsidRDefault="002A75E1" w:rsidP="00B75D8A">
      <w:pPr>
        <w:shd w:val="clear" w:color="auto" w:fill="FFFFFF"/>
        <w:spacing w:before="75" w:after="150" w:line="240" w:lineRule="auto"/>
        <w:outlineLvl w:val="2"/>
        <w:rPr>
          <w:rFonts w:ascii="Times New Roman" w:hAnsi="Times New Roman"/>
          <w:sz w:val="24"/>
          <w:szCs w:val="24"/>
          <w:lang w:val="ru-RU"/>
        </w:rPr>
      </w:pPr>
    </w:p>
    <w:p w:rsidR="002A75E1" w:rsidRDefault="002A75E1" w:rsidP="00B75D8A">
      <w:pPr>
        <w:shd w:val="clear" w:color="auto" w:fill="FFFFFF"/>
        <w:spacing w:before="75" w:after="150" w:line="240" w:lineRule="auto"/>
        <w:outlineLvl w:val="2"/>
        <w:rPr>
          <w:rFonts w:ascii="Times New Roman" w:hAnsi="Times New Roman"/>
          <w:sz w:val="24"/>
          <w:szCs w:val="24"/>
          <w:lang w:val="ru-RU"/>
        </w:rPr>
      </w:pPr>
    </w:p>
    <w:p w:rsidR="002A75E1" w:rsidRDefault="002A75E1" w:rsidP="00B75D8A">
      <w:pPr>
        <w:shd w:val="clear" w:color="auto" w:fill="FFFFFF"/>
        <w:spacing w:before="75" w:after="150" w:line="240" w:lineRule="auto"/>
        <w:outlineLvl w:val="2"/>
        <w:rPr>
          <w:rFonts w:ascii="Times New Roman" w:hAnsi="Times New Roman"/>
          <w:sz w:val="24"/>
          <w:szCs w:val="24"/>
          <w:lang w:val="ru-RU"/>
        </w:rPr>
      </w:pPr>
    </w:p>
    <w:p w:rsidR="002A75E1" w:rsidRDefault="002A75E1" w:rsidP="00B75D8A">
      <w:pPr>
        <w:shd w:val="clear" w:color="auto" w:fill="FFFFFF"/>
        <w:spacing w:before="75" w:after="150" w:line="240" w:lineRule="auto"/>
        <w:outlineLvl w:val="2"/>
        <w:rPr>
          <w:rFonts w:ascii="Times New Roman" w:hAnsi="Times New Roman"/>
          <w:sz w:val="24"/>
          <w:szCs w:val="24"/>
          <w:lang w:val="ru-RU"/>
        </w:rPr>
      </w:pPr>
    </w:p>
    <w:p w:rsidR="002A75E1" w:rsidRDefault="002A75E1" w:rsidP="00B75D8A">
      <w:pPr>
        <w:shd w:val="clear" w:color="auto" w:fill="FFFFFF"/>
        <w:spacing w:before="75" w:after="150" w:line="240" w:lineRule="auto"/>
        <w:outlineLvl w:val="2"/>
        <w:rPr>
          <w:rFonts w:ascii="Times New Roman" w:hAnsi="Times New Roman"/>
          <w:sz w:val="24"/>
          <w:szCs w:val="24"/>
          <w:lang w:val="ru-RU"/>
        </w:rPr>
      </w:pPr>
    </w:p>
    <w:p w:rsidR="002A75E1" w:rsidRDefault="002A75E1" w:rsidP="00B75D8A">
      <w:pPr>
        <w:shd w:val="clear" w:color="auto" w:fill="FFFFFF"/>
        <w:spacing w:before="75" w:after="150" w:line="240" w:lineRule="auto"/>
        <w:outlineLvl w:val="2"/>
        <w:rPr>
          <w:rFonts w:ascii="Times New Roman" w:hAnsi="Times New Roman"/>
          <w:sz w:val="24"/>
          <w:szCs w:val="24"/>
          <w:lang w:val="ru-RU"/>
        </w:rPr>
      </w:pPr>
    </w:p>
    <w:p w:rsidR="002A75E1" w:rsidRDefault="002A75E1" w:rsidP="00B75D8A">
      <w:pPr>
        <w:shd w:val="clear" w:color="auto" w:fill="FFFFFF"/>
        <w:spacing w:before="75" w:after="150" w:line="240" w:lineRule="auto"/>
        <w:outlineLvl w:val="2"/>
        <w:rPr>
          <w:rFonts w:ascii="Times New Roman" w:hAnsi="Times New Roman"/>
          <w:sz w:val="24"/>
          <w:szCs w:val="24"/>
          <w:lang w:val="ru-RU"/>
        </w:rPr>
      </w:pPr>
    </w:p>
    <w:p w:rsidR="002A75E1" w:rsidRDefault="002A75E1" w:rsidP="00B75D8A">
      <w:pPr>
        <w:shd w:val="clear" w:color="auto" w:fill="FFFFFF"/>
        <w:spacing w:before="75" w:after="150" w:line="240" w:lineRule="auto"/>
        <w:outlineLvl w:val="2"/>
        <w:rPr>
          <w:rFonts w:ascii="Times New Roman" w:hAnsi="Times New Roman"/>
          <w:sz w:val="24"/>
          <w:szCs w:val="24"/>
          <w:lang w:val="ru-RU"/>
        </w:rPr>
      </w:pPr>
    </w:p>
    <w:p w:rsidR="002A75E1" w:rsidRDefault="002A75E1" w:rsidP="00B75D8A">
      <w:pPr>
        <w:shd w:val="clear" w:color="auto" w:fill="FFFFFF"/>
        <w:spacing w:before="75" w:after="150" w:line="240" w:lineRule="auto"/>
        <w:outlineLvl w:val="2"/>
        <w:rPr>
          <w:rFonts w:ascii="Times New Roman" w:hAnsi="Times New Roman"/>
          <w:sz w:val="24"/>
          <w:szCs w:val="24"/>
          <w:lang w:val="ru-RU"/>
        </w:rPr>
      </w:pPr>
    </w:p>
    <w:p w:rsidR="002A75E1" w:rsidRPr="00B75D8A" w:rsidRDefault="002A75E1" w:rsidP="00B75D8A">
      <w:pPr>
        <w:shd w:val="clear" w:color="auto" w:fill="FFFFFF"/>
        <w:spacing w:before="75" w:after="150" w:line="240" w:lineRule="auto"/>
        <w:outlineLvl w:val="2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</w:rPr>
        <w:t>III</w:t>
      </w:r>
      <w:r w:rsidRPr="00B75D8A">
        <w:rPr>
          <w:rFonts w:ascii="Times New Roman" w:hAnsi="Times New Roman"/>
          <w:sz w:val="24"/>
          <w:szCs w:val="24"/>
          <w:lang w:val="ru-RU"/>
        </w:rPr>
        <w:t>. Ресурсное обеспечение Программы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Источниками финансирования Программы являются целевые городские программы, родительские средства.</w:t>
      </w:r>
    </w:p>
    <w:p w:rsidR="002A75E1" w:rsidRPr="00B75D8A" w:rsidRDefault="002A75E1" w:rsidP="00B75D8A">
      <w:pPr>
        <w:shd w:val="clear" w:color="auto" w:fill="FFFFFF"/>
        <w:spacing w:before="75" w:after="150" w:line="240" w:lineRule="auto"/>
        <w:outlineLvl w:val="2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</w:rPr>
        <w:t>IV</w:t>
      </w:r>
      <w:r w:rsidRPr="00B75D8A">
        <w:rPr>
          <w:rFonts w:ascii="Times New Roman" w:hAnsi="Times New Roman"/>
          <w:sz w:val="24"/>
          <w:szCs w:val="24"/>
          <w:lang w:val="ru-RU"/>
        </w:rPr>
        <w:t>. Индикаторы оценки эффективности реализации Программы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Доля учащихся, получающих горячее питание – 100 %</w:t>
      </w:r>
    </w:p>
    <w:p w:rsidR="002A75E1" w:rsidRPr="00B75D8A" w:rsidRDefault="002A75E1" w:rsidP="00B75D8A">
      <w:pPr>
        <w:shd w:val="clear" w:color="auto" w:fill="FFFFFF"/>
        <w:spacing w:before="75" w:after="150" w:line="240" w:lineRule="auto"/>
        <w:outlineLvl w:val="2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</w:rPr>
        <w:t>V</w:t>
      </w:r>
      <w:r w:rsidRPr="00B75D8A">
        <w:rPr>
          <w:rFonts w:ascii="Times New Roman" w:hAnsi="Times New Roman"/>
          <w:sz w:val="24"/>
          <w:szCs w:val="24"/>
          <w:lang w:val="ru-RU"/>
        </w:rPr>
        <w:t>. Ожидаемые результаты реализации Программы.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Реализация мероприятий Программы позволит увеличить количество детей, питающихся в школьной столовой, улучшить качество питания школьников и обеспечение его безопасности, внедрить новые схемы питания школьников и использование современного высококачественного оборудования, позволяющего при минимальных затратах обеспечить питание школьников на уровне требований сегодняшнего дня.</w:t>
      </w:r>
    </w:p>
    <w:p w:rsidR="002A75E1" w:rsidRPr="00B75D8A" w:rsidRDefault="002A75E1" w:rsidP="00B75D8A">
      <w:pPr>
        <w:shd w:val="clear" w:color="auto" w:fill="FFFFFF"/>
        <w:spacing w:before="75" w:after="150" w:line="240" w:lineRule="auto"/>
        <w:outlineLvl w:val="2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</w:rPr>
        <w:t>VI</w:t>
      </w:r>
      <w:r w:rsidRPr="00B75D8A">
        <w:rPr>
          <w:rFonts w:ascii="Times New Roman" w:hAnsi="Times New Roman"/>
          <w:sz w:val="24"/>
          <w:szCs w:val="24"/>
          <w:lang w:val="ru-RU"/>
        </w:rPr>
        <w:t>. Основные направления реализации Программы.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1.Организационно-аналитическая работа, информационное обеспечение.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2.Укрепление материально-технической базы столовой, расширение сферы услуг для учащихся и родителей.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3.Работа по воспитанию культуры питания, пропаганде здорового образа жизни среди учащихся.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4.Работа по воспитанию культуры питания, пропаганде здорового образа жизни среди родителей учащихся.</w:t>
      </w:r>
    </w:p>
    <w:p w:rsidR="002A75E1" w:rsidRPr="00B75D8A" w:rsidRDefault="002A75E1" w:rsidP="00B75D8A">
      <w:pPr>
        <w:shd w:val="clear" w:color="auto" w:fill="FFFFFF"/>
        <w:spacing w:before="75" w:after="150" w:line="240" w:lineRule="auto"/>
        <w:outlineLvl w:val="2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</w:rPr>
        <w:t>VII</w:t>
      </w:r>
      <w:r w:rsidRPr="00B75D8A">
        <w:rPr>
          <w:rFonts w:ascii="Times New Roman" w:hAnsi="Times New Roman"/>
          <w:sz w:val="24"/>
          <w:szCs w:val="24"/>
          <w:lang w:val="ru-RU"/>
        </w:rPr>
        <w:t>. Обучение правильному питанию: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Темы по питанию следует интегрировать в последовательную, общеобразовательную программу обучения здоровому образу жизни. В центре программы обучения здоровому питанию - обучение здоровому образу жизни. Программа обучения правильному питанию разрабатывается для содействия учащимся в усвоении: знаний о питании, включая, но не ограничиваясь преимуществами здорового питания, сведений о необходимых питательных веществах, дефиците питательных веществ, принципах управления весом для здоровья, правильном и неправильном употребление диетических добавок, безопасном приготовлении, обработке и хранении еды;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умений, связанных с питанием, включая, но, не ограничиваясь, планирование здоровых завтраков, обедов и ужинов, понимание и использование ярлыков на продуктах, критическую оценку информации о питании, несоответствующих действительности сведений, рекламы пищевых продуктов; а также умения оценивать личные привычки в еде, ставить цели для их улучшения и достигать их.</w:t>
      </w:r>
    </w:p>
    <w:p w:rsidR="002A75E1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Обучающие мероприятия программы обучения правильному питанию должны подчеркивать привлекательные черты здорового питания, привлекать к участию всех учащихся, соответствовать развитию и быть увлекательными. Программа должна привлекать семьи в качестве партнёров в образовательном процессе их детей. Специалистов, приглашённых для бесед с учащимися, необходимо ориентировать на соответствующую программу школы. Школа должна предоставлять программы здорового образа жизни, включающего в себя индивидуальное обучение здоровому питанию и физической активности.</w:t>
      </w:r>
    </w:p>
    <w:p w:rsidR="002A75E1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2A75E1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2A75E1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2A75E1" w:rsidRPr="00B75D8A" w:rsidRDefault="002A75E1" w:rsidP="00B75D8A">
      <w:pPr>
        <w:shd w:val="clear" w:color="auto" w:fill="FFFFFF"/>
        <w:spacing w:before="75" w:after="150" w:line="240" w:lineRule="auto"/>
        <w:outlineLvl w:val="2"/>
        <w:rPr>
          <w:rFonts w:ascii="Times New Roman" w:hAnsi="Times New Roman"/>
          <w:sz w:val="24"/>
          <w:szCs w:val="24"/>
        </w:rPr>
      </w:pPr>
      <w:r w:rsidRPr="00B75D8A">
        <w:rPr>
          <w:rFonts w:ascii="Times New Roman" w:hAnsi="Times New Roman"/>
          <w:sz w:val="24"/>
          <w:szCs w:val="24"/>
        </w:rPr>
        <w:t>VII</w:t>
      </w:r>
      <w:r w:rsidRPr="00B75D8A">
        <w:rPr>
          <w:rFonts w:ascii="Times New Roman" w:hAnsi="Times New Roman"/>
          <w:sz w:val="24"/>
          <w:szCs w:val="24"/>
          <w:lang w:val="ru-RU"/>
        </w:rPr>
        <w:t xml:space="preserve">. Комплекс мероприятий, направленных на реализацию </w:t>
      </w:r>
      <w:r w:rsidRPr="00B75D8A">
        <w:rPr>
          <w:rFonts w:ascii="Times New Roman" w:hAnsi="Times New Roman"/>
          <w:sz w:val="24"/>
          <w:szCs w:val="24"/>
        </w:rPr>
        <w:t>Программы.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B75D8A">
        <w:rPr>
          <w:rFonts w:ascii="Times New Roman" w:hAnsi="Times New Roman"/>
          <w:sz w:val="24"/>
          <w:szCs w:val="24"/>
        </w:rPr>
        <w:t> </w:t>
      </w:r>
    </w:p>
    <w:tbl>
      <w:tblPr>
        <w:tblW w:w="90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508"/>
        <w:gridCol w:w="4622"/>
        <w:gridCol w:w="1440"/>
        <w:gridCol w:w="2430"/>
      </w:tblGrid>
      <w:tr w:rsidR="002A75E1" w:rsidRPr="00E41FB2" w:rsidTr="00B75D8A">
        <w:trPr>
          <w:jc w:val="center"/>
        </w:trPr>
        <w:tc>
          <w:tcPr>
            <w:tcW w:w="2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</w:tc>
      </w:tr>
      <w:tr w:rsidR="002A75E1" w:rsidRPr="00895461" w:rsidTr="00B75D8A">
        <w:trPr>
          <w:jc w:val="center"/>
        </w:trPr>
        <w:tc>
          <w:tcPr>
            <w:tcW w:w="5000" w:type="pct"/>
            <w:gridSpan w:val="4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smartTag w:uri="urn:schemas:contacts" w:element="middlename">
              <w:smartTag w:uri="urn:schemas-microsoft-com:office:smarttags" w:element="place">
                <w:r w:rsidRPr="00B75D8A">
                  <w:rPr>
                    <w:rFonts w:ascii="Times New Roman" w:hAnsi="Times New Roman"/>
                    <w:sz w:val="24"/>
                    <w:szCs w:val="24"/>
                  </w:rPr>
                  <w:t>I</w:t>
                </w:r>
                <w:r w:rsidRPr="00B75D8A">
                  <w:rPr>
                    <w:rFonts w:ascii="Times New Roman" w:hAnsi="Times New Roman"/>
                    <w:sz w:val="24"/>
                    <w:szCs w:val="24"/>
                    <w:lang w:val="ru-RU"/>
                  </w:rPr>
                  <w:t>.</w:t>
                </w:r>
              </w:smartTag>
              <w:r w:rsidRPr="00B75D8A">
                <w:rPr>
                  <w:rFonts w:ascii="Times New Roman" w:hAnsi="Times New Roman"/>
                  <w:sz w:val="24"/>
                  <w:szCs w:val="24"/>
                  <w:lang w:val="ru-RU"/>
                </w:rPr>
                <w:t xml:space="preserve"> </w:t>
              </w:r>
              <w:smartTag w:uri="urn:schemas:contacts" w:element="middlename">
                <w:r w:rsidRPr="00B75D8A">
                  <w:rPr>
                    <w:rFonts w:ascii="Times New Roman" w:hAnsi="Times New Roman"/>
                    <w:sz w:val="24"/>
                    <w:szCs w:val="24"/>
                  </w:rPr>
                  <w:t>I</w:t>
                </w:r>
                <w:r w:rsidRPr="00B75D8A">
                  <w:rPr>
                    <w:rFonts w:ascii="Times New Roman" w:hAnsi="Times New Roman"/>
                    <w:sz w:val="24"/>
                    <w:szCs w:val="24"/>
                    <w:lang w:val="ru-RU"/>
                  </w:rPr>
                  <w:t>.</w:t>
                </w:r>
              </w:smartTag>
            </w:smartTag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Организационно-аналитическая работа, информационное обеспечение.</w:t>
            </w:r>
            <w:r w:rsidRPr="00B75D8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A75E1" w:rsidRPr="00E41FB2" w:rsidTr="00B75D8A">
        <w:trPr>
          <w:jc w:val="center"/>
        </w:trPr>
        <w:tc>
          <w:tcPr>
            <w:tcW w:w="2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Совещание при директоре по вопросам организации и развития школьного питания.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</w:tr>
      <w:tr w:rsidR="002A75E1" w:rsidRPr="00E41FB2" w:rsidTr="00B75D8A">
        <w:trPr>
          <w:jc w:val="center"/>
        </w:trPr>
        <w:tc>
          <w:tcPr>
            <w:tcW w:w="2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Создание бракеражной комиссии.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</w:tr>
      <w:tr w:rsidR="002A75E1" w:rsidRPr="00E41FB2" w:rsidTr="00B75D8A">
        <w:trPr>
          <w:jc w:val="center"/>
        </w:trPr>
        <w:tc>
          <w:tcPr>
            <w:tcW w:w="2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Составление графика дежурства учителей в школьной столовой.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2A75E1" w:rsidRPr="00E41FB2" w:rsidTr="00B75D8A">
        <w:trPr>
          <w:jc w:val="center"/>
        </w:trPr>
        <w:tc>
          <w:tcPr>
            <w:tcW w:w="2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7D3E48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Составление графика питания.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2A75E1" w:rsidRPr="00E41FB2" w:rsidTr="00B75D8A">
        <w:trPr>
          <w:jc w:val="center"/>
        </w:trPr>
        <w:tc>
          <w:tcPr>
            <w:tcW w:w="2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7D3E48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Составление отчета по организации горячего питания в школе.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A75E1" w:rsidRPr="007D3E48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Шеф-повар</w:t>
            </w:r>
          </w:p>
        </w:tc>
      </w:tr>
      <w:tr w:rsidR="002A75E1" w:rsidRPr="007D3E48" w:rsidTr="00B75D8A">
        <w:trPr>
          <w:jc w:val="center"/>
        </w:trPr>
        <w:tc>
          <w:tcPr>
            <w:tcW w:w="2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7D3E48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Проверка соответствия рациона питания согласно утвержденному меню.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заместитель директора по УВР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2A75E1" w:rsidRPr="00E41FB2" w:rsidTr="00B75D8A">
        <w:trPr>
          <w:jc w:val="center"/>
        </w:trPr>
        <w:tc>
          <w:tcPr>
            <w:tcW w:w="2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7D3E48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Осуществление постоянного контроля за работой столовой, состоянием питания, соблюдением санитарно-эпидемиологических норм питания.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Директор,</w:t>
            </w:r>
          </w:p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Бракеражная комиссия</w:t>
            </w:r>
          </w:p>
        </w:tc>
      </w:tr>
      <w:tr w:rsidR="002A75E1" w:rsidRPr="00895461" w:rsidTr="00B75D8A">
        <w:trPr>
          <w:jc w:val="center"/>
        </w:trPr>
        <w:tc>
          <w:tcPr>
            <w:tcW w:w="2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7D3E48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Информирование родителей о возможности получения льготного и бесплатного питания.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Сентябрь, в течение года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Заместитель директора по УВР, классные руководители</w:t>
            </w:r>
          </w:p>
        </w:tc>
      </w:tr>
      <w:tr w:rsidR="002A75E1" w:rsidRPr="00E41FB2" w:rsidTr="00B75D8A">
        <w:trPr>
          <w:jc w:val="center"/>
        </w:trPr>
        <w:tc>
          <w:tcPr>
            <w:tcW w:w="2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7D3E48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Согласование перспективного меню.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</w:tr>
      <w:tr w:rsidR="002A75E1" w:rsidRPr="00E41FB2" w:rsidTr="00B75D8A">
        <w:trPr>
          <w:jc w:val="center"/>
        </w:trPr>
        <w:tc>
          <w:tcPr>
            <w:tcW w:w="2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7D3E48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Обеспечение продуктами питания, обогащенными витаминами и микроэлементами.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A75E1" w:rsidRPr="007D3E48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Шеф-повар</w:t>
            </w:r>
          </w:p>
        </w:tc>
      </w:tr>
      <w:tr w:rsidR="002A75E1" w:rsidRPr="00E41FB2" w:rsidTr="00B75D8A">
        <w:trPr>
          <w:trHeight w:val="1384"/>
          <w:jc w:val="center"/>
        </w:trPr>
        <w:tc>
          <w:tcPr>
            <w:tcW w:w="2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7D3E48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Организация бесплатного, льготного пит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ания учащихся согласно приказам </w:t>
            </w: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Управления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образования Бабаевского муниципального района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2A75E1" w:rsidRPr="00895461" w:rsidTr="00B75D8A">
        <w:trPr>
          <w:jc w:val="center"/>
        </w:trPr>
        <w:tc>
          <w:tcPr>
            <w:tcW w:w="5000" w:type="pct"/>
            <w:gridSpan w:val="4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II</w:t>
            </w: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. Укрепление материально-технической базы столовой,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расширение сферы услуг для учащихся и родителей.</w:t>
            </w:r>
            <w:r w:rsidRPr="00B75D8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A75E1" w:rsidRPr="007D3E48" w:rsidTr="00B75D8A">
        <w:trPr>
          <w:jc w:val="center"/>
        </w:trPr>
        <w:tc>
          <w:tcPr>
            <w:tcW w:w="2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Улучшение материально-технологического оборудования школьной столовой. </w:t>
            </w:r>
            <w:r w:rsidRPr="00B75D8A">
              <w:rPr>
                <w:rFonts w:ascii="Times New Roman" w:hAnsi="Times New Roman"/>
                <w:sz w:val="24"/>
                <w:szCs w:val="24"/>
              </w:rPr>
              <w:t>Обновление и ремонт технологического и холодильного оборудования, обеспечение инвентарем.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Директор, з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авхоз</w:t>
            </w:r>
          </w:p>
        </w:tc>
      </w:tr>
      <w:tr w:rsidR="002A75E1" w:rsidRPr="00E41FB2" w:rsidTr="00B75D8A">
        <w:trPr>
          <w:jc w:val="center"/>
        </w:trPr>
        <w:tc>
          <w:tcPr>
            <w:tcW w:w="2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Реконструкция помещений школьной столовой с оснащением новым современным высокопроизводительным торгово-технологическим оборудованием.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20</w:t>
            </w: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  <w:r w:rsidRPr="00B75D8A">
              <w:rPr>
                <w:rFonts w:ascii="Times New Roman" w:hAnsi="Times New Roman"/>
                <w:sz w:val="24"/>
                <w:szCs w:val="24"/>
              </w:rPr>
              <w:t>-20</w:t>
            </w: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</w:tr>
      <w:tr w:rsidR="002A75E1" w:rsidRPr="00E41FB2" w:rsidTr="00B75D8A">
        <w:trPr>
          <w:jc w:val="center"/>
        </w:trPr>
        <w:tc>
          <w:tcPr>
            <w:tcW w:w="2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7D3E48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Ремонт помещений школьной столовой.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</w:tr>
      <w:tr w:rsidR="002A75E1" w:rsidRPr="00E41FB2" w:rsidTr="00B75D8A">
        <w:trPr>
          <w:jc w:val="center"/>
        </w:trPr>
        <w:tc>
          <w:tcPr>
            <w:tcW w:w="2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7D3E48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Ремонт канализаций и водоснабжения.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</w:tr>
      <w:tr w:rsidR="002A75E1" w:rsidRPr="00E41FB2" w:rsidTr="00B75D8A">
        <w:trPr>
          <w:jc w:val="center"/>
        </w:trPr>
        <w:tc>
          <w:tcPr>
            <w:tcW w:w="2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7D3E48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Ремонт электрооборудования.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</w:tr>
      <w:tr w:rsidR="002A75E1" w:rsidRPr="00E41FB2" w:rsidTr="00B75D8A">
        <w:trPr>
          <w:jc w:val="center"/>
        </w:trPr>
        <w:tc>
          <w:tcPr>
            <w:tcW w:w="2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7D3E48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Ремонт вентиляций.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</w:tr>
      <w:tr w:rsidR="002A75E1" w:rsidRPr="00E41FB2" w:rsidTr="00B75D8A">
        <w:trPr>
          <w:jc w:val="center"/>
        </w:trPr>
        <w:tc>
          <w:tcPr>
            <w:tcW w:w="2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7D3E48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Обновление кухонного инвентаря, кухонной посуды.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E1" w:rsidRPr="00E41FB2" w:rsidRDefault="002A75E1">
            <w:pPr>
              <w:rPr>
                <w:rFonts w:ascii="Times New Roman" w:hAnsi="Times New Roman"/>
                <w:sz w:val="24"/>
                <w:szCs w:val="24"/>
              </w:rPr>
            </w:pPr>
            <w:r w:rsidRPr="00E41FB2">
              <w:rPr>
                <w:rFonts w:ascii="Times New Roman" w:hAnsi="Times New Roman"/>
                <w:sz w:val="24"/>
                <w:szCs w:val="24"/>
              </w:rPr>
              <w:t>2020-2021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</w:tr>
      <w:tr w:rsidR="002A75E1" w:rsidRPr="00E41FB2" w:rsidTr="00B75D8A">
        <w:trPr>
          <w:jc w:val="center"/>
        </w:trPr>
        <w:tc>
          <w:tcPr>
            <w:tcW w:w="2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7D3E48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Обновление столовой посуды, столовых приборов.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75E1" w:rsidRPr="00E41FB2" w:rsidRDefault="002A75E1">
            <w:pPr>
              <w:rPr>
                <w:rFonts w:ascii="Times New Roman" w:hAnsi="Times New Roman"/>
                <w:sz w:val="24"/>
                <w:szCs w:val="24"/>
              </w:rPr>
            </w:pPr>
            <w:r w:rsidRPr="00E41FB2">
              <w:rPr>
                <w:rFonts w:ascii="Times New Roman" w:hAnsi="Times New Roman"/>
                <w:sz w:val="24"/>
                <w:szCs w:val="24"/>
              </w:rPr>
              <w:t>2020-2021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</w:tr>
      <w:tr w:rsidR="002A75E1" w:rsidRPr="00E41FB2" w:rsidTr="00B75D8A">
        <w:trPr>
          <w:jc w:val="center"/>
        </w:trPr>
        <w:tc>
          <w:tcPr>
            <w:tcW w:w="2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7D3E48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Реализация в практической деятельности школы требований СанПиНа в вопросах организации горячего питания.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Директор, заместитель директора по УВР,</w:t>
            </w:r>
          </w:p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бракеражная комиссия</w:t>
            </w:r>
          </w:p>
        </w:tc>
      </w:tr>
      <w:tr w:rsidR="002A75E1" w:rsidRPr="00E41FB2" w:rsidTr="00B75D8A">
        <w:trPr>
          <w:jc w:val="center"/>
        </w:trPr>
        <w:tc>
          <w:tcPr>
            <w:tcW w:w="2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7D3E48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Проведение педагогических и социально-просветительских мероприятий по профилактике алкоголизма, наркомании, табакокурения среди детей и подростков.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Зам. дир. по УВР</w:t>
            </w:r>
          </w:p>
        </w:tc>
      </w:tr>
      <w:tr w:rsidR="002A75E1" w:rsidRPr="00E41FB2" w:rsidTr="00B75D8A">
        <w:trPr>
          <w:jc w:val="center"/>
        </w:trPr>
        <w:tc>
          <w:tcPr>
            <w:tcW w:w="2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7D3E48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методической библиотеки, видеотеки по вопросам здорового питания, здорового образа жизни.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Зав. библиотекой</w:t>
            </w:r>
          </w:p>
        </w:tc>
      </w:tr>
      <w:tr w:rsidR="002A75E1" w:rsidRPr="00E41FB2" w:rsidTr="00B75D8A">
        <w:trPr>
          <w:jc w:val="center"/>
        </w:trPr>
        <w:tc>
          <w:tcPr>
            <w:tcW w:w="2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7D3E48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Продолжение эстетического оформления зала столовой.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Шеф-повар</w:t>
            </w:r>
          </w:p>
        </w:tc>
      </w:tr>
      <w:tr w:rsidR="002A75E1" w:rsidRPr="00E41FB2" w:rsidTr="00B75D8A">
        <w:trPr>
          <w:jc w:val="center"/>
        </w:trPr>
        <w:tc>
          <w:tcPr>
            <w:tcW w:w="2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7D3E48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Разработка новых блюд, изделий и внедрение в систему школьного питания.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Шеф-повар</w:t>
            </w:r>
          </w:p>
        </w:tc>
      </w:tr>
      <w:tr w:rsidR="002A75E1" w:rsidRPr="00895461" w:rsidTr="00B75D8A">
        <w:trPr>
          <w:trHeight w:val="684"/>
          <w:jc w:val="center"/>
        </w:trPr>
        <w:tc>
          <w:tcPr>
            <w:tcW w:w="5000" w:type="pct"/>
            <w:gridSpan w:val="4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III</w:t>
            </w: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. Работа по воспитанию культуры питания,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пропаганде здорового образа жизни среди учащихся.</w:t>
            </w:r>
            <w:r w:rsidRPr="00B75D8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A75E1" w:rsidRPr="00895461" w:rsidTr="00B75D8A">
        <w:trPr>
          <w:jc w:val="center"/>
        </w:trPr>
        <w:tc>
          <w:tcPr>
            <w:tcW w:w="2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Ведение мониторинга охвата горячим питанием учащихся.</w:t>
            </w:r>
          </w:p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Ежемесячный мониторинг охвата питанием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Классные руководители, заместитель директора по УВР</w:t>
            </w:r>
          </w:p>
        </w:tc>
      </w:tr>
      <w:tr w:rsidR="002A75E1" w:rsidRPr="00895461" w:rsidTr="00B75D8A">
        <w:trPr>
          <w:trHeight w:val="1237"/>
          <w:jc w:val="center"/>
        </w:trPr>
        <w:tc>
          <w:tcPr>
            <w:tcW w:w="2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Проведение мониторинга отношения учащихся к организации горячего питания в школе.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Классные руководители, заместитель директора по УВР</w:t>
            </w:r>
          </w:p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A75E1" w:rsidRPr="00895461" w:rsidTr="00B75D8A">
        <w:trPr>
          <w:jc w:val="center"/>
        </w:trPr>
        <w:tc>
          <w:tcPr>
            <w:tcW w:w="2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Проведение классных часов по темам:</w:t>
            </w:r>
          </w:p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- «Культура здорового питания»</w:t>
            </w:r>
          </w:p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-«Твоё здоровье в твоих руках»;</w:t>
            </w:r>
          </w:p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-«Как следует питаться»;</w:t>
            </w:r>
          </w:p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-«Основы правильного питания»;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Заместитель директора по ВР</w:t>
            </w:r>
          </w:p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Классные руководители</w:t>
            </w:r>
          </w:p>
          <w:p w:rsidR="002A75E1" w:rsidRPr="007D3E48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A75E1" w:rsidRPr="00895461" w:rsidTr="00B75D8A">
        <w:trPr>
          <w:jc w:val="center"/>
        </w:trPr>
        <w:tc>
          <w:tcPr>
            <w:tcW w:w="2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7D3E48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Конкурс газет, плакатов на тему правильного питания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Заместитель директора по ВР</w:t>
            </w:r>
          </w:p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Учитель ИЗО</w:t>
            </w:r>
          </w:p>
        </w:tc>
      </w:tr>
      <w:tr w:rsidR="002A75E1" w:rsidRPr="00E41FB2" w:rsidTr="00B75D8A">
        <w:trPr>
          <w:jc w:val="center"/>
        </w:trPr>
        <w:tc>
          <w:tcPr>
            <w:tcW w:w="2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Знакомство со школьной столовой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учителя начальных классов</w:t>
            </w:r>
          </w:p>
        </w:tc>
      </w:tr>
      <w:tr w:rsidR="002A75E1" w:rsidRPr="00E41FB2" w:rsidTr="00B75D8A">
        <w:trPr>
          <w:jc w:val="center"/>
        </w:trPr>
        <w:tc>
          <w:tcPr>
            <w:tcW w:w="2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Всемирный день здоровья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Заместитель директора по ВР</w:t>
            </w:r>
          </w:p>
        </w:tc>
      </w:tr>
      <w:tr w:rsidR="002A75E1" w:rsidRPr="00895461" w:rsidTr="00B75D8A">
        <w:trPr>
          <w:trHeight w:val="680"/>
          <w:jc w:val="center"/>
        </w:trPr>
        <w:tc>
          <w:tcPr>
            <w:tcW w:w="5000" w:type="pct"/>
            <w:gridSpan w:val="4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2A75E1" w:rsidRPr="007D3E48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IV</w:t>
            </w: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. Работа по воспитанию культуры питания,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здорового образа жизни среди родителей учащихся.</w:t>
            </w:r>
          </w:p>
        </w:tc>
      </w:tr>
      <w:tr w:rsidR="002A75E1" w:rsidRPr="00895461" w:rsidTr="00B75D8A">
        <w:trPr>
          <w:jc w:val="center"/>
        </w:trPr>
        <w:tc>
          <w:tcPr>
            <w:tcW w:w="2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Просветительская работа среди родителей о правильном и полноценном питании учащихся на родительских собраниях «Основы формирования у ребенка навыков здорового образа жизни. Атмосфера жизни семьи как фактор физического и психического здоровья ребенка. Профилактика вредных привычек и социально обусловленных заболеваний у детей». Общешкольные и классные родительские собрания.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Заместитель директора по УВР,</w:t>
            </w:r>
          </w:p>
          <w:p w:rsidR="002A75E1" w:rsidRPr="00CC46ED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C46ED">
              <w:rPr>
                <w:rFonts w:ascii="Times New Roman" w:hAnsi="Times New Roman"/>
                <w:sz w:val="24"/>
                <w:szCs w:val="24"/>
                <w:lang w:val="ru-RU"/>
              </w:rPr>
              <w:t>Классные руководители</w:t>
            </w:r>
          </w:p>
        </w:tc>
      </w:tr>
      <w:tr w:rsidR="002A75E1" w:rsidRPr="00E41FB2" w:rsidTr="00B75D8A">
        <w:trPr>
          <w:jc w:val="center"/>
        </w:trPr>
        <w:tc>
          <w:tcPr>
            <w:tcW w:w="2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Привлечение родителей к проведению внеклассных мероприятий, связанных с формированием правильного отношения к ЗОЖ.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2A75E1" w:rsidRPr="00895461" w:rsidTr="00B75D8A">
        <w:trPr>
          <w:jc w:val="center"/>
        </w:trPr>
        <w:tc>
          <w:tcPr>
            <w:tcW w:w="2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7D3E48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Проведение мониторинга отношения родителей к организации горячего питания в школе.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Заместитель директора по УВР,</w:t>
            </w:r>
          </w:p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классные руководители</w:t>
            </w:r>
          </w:p>
        </w:tc>
      </w:tr>
      <w:tr w:rsidR="002A75E1" w:rsidRPr="00E41FB2" w:rsidTr="00B75D8A">
        <w:trPr>
          <w:jc w:val="center"/>
        </w:trPr>
        <w:tc>
          <w:tcPr>
            <w:tcW w:w="2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7D3E48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Организация бесплатного, льготного питания для учащихся.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2A75E1" w:rsidRPr="00E41FB2" w:rsidTr="00B75D8A">
        <w:trPr>
          <w:jc w:val="center"/>
        </w:trPr>
        <w:tc>
          <w:tcPr>
            <w:tcW w:w="2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7D3E48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  <w:lang w:val="ru-RU"/>
              </w:rPr>
              <w:t>Контроль родительской общественности за качеством питания.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75E1" w:rsidRPr="00B75D8A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A75E1" w:rsidRPr="00DF2D98" w:rsidRDefault="002A75E1" w:rsidP="00B75D8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75D8A">
              <w:rPr>
                <w:rFonts w:ascii="Times New Roman" w:hAnsi="Times New Roman"/>
                <w:sz w:val="24"/>
                <w:szCs w:val="24"/>
              </w:rPr>
              <w:t>Члены родительск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комитет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</w:p>
        </w:tc>
      </w:tr>
    </w:tbl>
    <w:p w:rsidR="002A75E1" w:rsidRPr="00B75D8A" w:rsidRDefault="002A75E1" w:rsidP="00B75D8A">
      <w:pPr>
        <w:shd w:val="clear" w:color="auto" w:fill="FFFFFF"/>
        <w:spacing w:before="75" w:after="150" w:line="240" w:lineRule="auto"/>
        <w:outlineLvl w:val="2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</w:rPr>
        <w:t>VIII</w:t>
      </w:r>
      <w:r w:rsidRPr="00B75D8A">
        <w:rPr>
          <w:rFonts w:ascii="Times New Roman" w:hAnsi="Times New Roman"/>
          <w:sz w:val="24"/>
          <w:szCs w:val="24"/>
          <w:lang w:val="ru-RU"/>
        </w:rPr>
        <w:t>. Организация деятельности бракеражной комиссии по контролю за организацией и качеством питания обучающихся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Бракеражная комиссия по контролю за организацией и качеством питан</w:t>
      </w:r>
      <w:r>
        <w:rPr>
          <w:rFonts w:ascii="Times New Roman" w:hAnsi="Times New Roman"/>
          <w:sz w:val="24"/>
          <w:szCs w:val="24"/>
          <w:lang w:val="ru-RU"/>
        </w:rPr>
        <w:t xml:space="preserve">ия обучающихся в </w:t>
      </w:r>
      <w:r w:rsidRPr="00B75D8A">
        <w:rPr>
          <w:rFonts w:ascii="Times New Roman" w:hAnsi="Times New Roman"/>
          <w:sz w:val="24"/>
          <w:szCs w:val="24"/>
          <w:lang w:val="ru-RU"/>
        </w:rPr>
        <w:t xml:space="preserve"> своей деятельности комиссия руководствуется законодательными и иными нормативными правовыми актами Российской Федерации, приказами и распоряжениями органов управления образованием, уставом и локальными актами образовательного учреждения.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Состав бракеражной комиссии утверждается приказом директора школы на каждый учебный год. Работа комиссии осуществляется в соответствии с планом.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Результаты проверок и меры, принятые по устранению недостатков оформляются актами и рассматриваются на заседаниях комиссии с приглашением заинтересованных лиц.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Основные направления деятельности комиссии: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Осуществляет контроль: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1. За рациональным использованием финансовых средств, выделенных на питание обучающихся;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2. За целевым использованием продуктов питания и готовой продукции;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3. За соответствием рационов питания согласно утвержденному меню;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4. За качеством готовой продукции;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5. За санитарным состоянием пищеблока;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6. За выполнением графика поставок продуктов и готовой продукции, сроками их хранения и использования;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7. За организацией приема пищи обучающихся;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8. За соблюдением графика работы столовой.</w:t>
      </w:r>
    </w:p>
    <w:p w:rsidR="002A75E1" w:rsidRPr="00B75D8A" w:rsidRDefault="002A75E1" w:rsidP="00787842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План работы комиссии по контролю и качеством питания школы</w:t>
      </w:r>
      <w:bookmarkStart w:id="0" w:name="_GoBack"/>
      <w:bookmarkEnd w:id="0"/>
    </w:p>
    <w:p w:rsidR="002A75E1" w:rsidRPr="00CC46ED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CC46ED">
        <w:rPr>
          <w:rFonts w:ascii="Times New Roman" w:hAnsi="Times New Roman"/>
          <w:sz w:val="24"/>
          <w:szCs w:val="24"/>
          <w:lang w:val="ru-RU"/>
        </w:rPr>
        <w:t>1. Проверка двухнедельного меню.</w:t>
      </w:r>
    </w:p>
    <w:p w:rsidR="002A75E1" w:rsidRPr="00CC46ED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CC46ED">
        <w:rPr>
          <w:rFonts w:ascii="Times New Roman" w:hAnsi="Times New Roman"/>
          <w:sz w:val="24"/>
          <w:szCs w:val="24"/>
          <w:lang w:val="ru-RU"/>
        </w:rPr>
        <w:t>Сентябрь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2. Проверка целевого использования продуктов питания и готовой продукции.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Ежемесячно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3. Проверка соответствия рациона питания согласно утвержденному меню.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Ежедневно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4. Использование финансовых средств на питание учащихся.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Декабрь, апрель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5. Организация просветительской работы.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в течение года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6. Анкетирование учащихся и их родителей по питанию.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75D8A">
        <w:rPr>
          <w:rFonts w:ascii="Times New Roman" w:hAnsi="Times New Roman"/>
          <w:sz w:val="24"/>
          <w:szCs w:val="24"/>
          <w:lang w:val="ru-RU"/>
        </w:rPr>
        <w:t>май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7. Контроль за качеством питания.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75D8A">
        <w:rPr>
          <w:rFonts w:ascii="Times New Roman" w:hAnsi="Times New Roman"/>
          <w:sz w:val="24"/>
          <w:szCs w:val="24"/>
          <w:lang w:val="ru-RU"/>
        </w:rPr>
        <w:t>Ежедневно</w:t>
      </w:r>
    </w:p>
    <w:p w:rsidR="002A75E1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  <w:r w:rsidRPr="00B75D8A">
        <w:rPr>
          <w:rFonts w:ascii="Times New Roman" w:hAnsi="Times New Roman"/>
          <w:sz w:val="24"/>
          <w:szCs w:val="24"/>
          <w:lang w:val="ru-RU"/>
        </w:rPr>
        <w:t>8. Проверка табелей питания.</w:t>
      </w:r>
    </w:p>
    <w:p w:rsidR="002A75E1" w:rsidRPr="00B75D8A" w:rsidRDefault="002A75E1" w:rsidP="00B75D8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val="ru-RU"/>
        </w:rPr>
      </w:pPr>
    </w:p>
    <w:sectPr w:rsidR="002A75E1" w:rsidRPr="00B75D8A" w:rsidSect="00CC46ED">
      <w:pgSz w:w="12240" w:h="15840"/>
      <w:pgMar w:top="680" w:right="624" w:bottom="737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5BD4"/>
    <w:rsid w:val="00044E6A"/>
    <w:rsid w:val="000660B0"/>
    <w:rsid w:val="000A01A4"/>
    <w:rsid w:val="000E3564"/>
    <w:rsid w:val="00111CB2"/>
    <w:rsid w:val="001B0F20"/>
    <w:rsid w:val="00243019"/>
    <w:rsid w:val="002A75E1"/>
    <w:rsid w:val="003B5D10"/>
    <w:rsid w:val="003F7A51"/>
    <w:rsid w:val="00646E3D"/>
    <w:rsid w:val="006E2FC3"/>
    <w:rsid w:val="00757AB1"/>
    <w:rsid w:val="00787842"/>
    <w:rsid w:val="007D3E48"/>
    <w:rsid w:val="00895461"/>
    <w:rsid w:val="008E7BDD"/>
    <w:rsid w:val="0094677A"/>
    <w:rsid w:val="0099036C"/>
    <w:rsid w:val="00A766EA"/>
    <w:rsid w:val="00A8592C"/>
    <w:rsid w:val="00B30522"/>
    <w:rsid w:val="00B35BD4"/>
    <w:rsid w:val="00B75D8A"/>
    <w:rsid w:val="00BB3280"/>
    <w:rsid w:val="00BD70B3"/>
    <w:rsid w:val="00CC46ED"/>
    <w:rsid w:val="00DF2D98"/>
    <w:rsid w:val="00E30FD7"/>
    <w:rsid w:val="00E41FB2"/>
    <w:rsid w:val="00F03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:contacts" w:name="middlename"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F20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45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8</Pages>
  <Words>2086</Words>
  <Characters>11894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USER</dc:creator>
  <cp:keywords/>
  <dc:description/>
  <cp:lastModifiedBy>Admin</cp:lastModifiedBy>
  <cp:revision>7</cp:revision>
  <cp:lastPrinted>2020-10-15T07:03:00Z</cp:lastPrinted>
  <dcterms:created xsi:type="dcterms:W3CDTF">2020-09-22T08:08:00Z</dcterms:created>
  <dcterms:modified xsi:type="dcterms:W3CDTF">2020-10-29T11:45:00Z</dcterms:modified>
</cp:coreProperties>
</file>